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147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CD6897" w:rsidRPr="00F147DA">
        <w:rPr>
          <w:rFonts w:ascii="Corbel" w:hAnsi="Corbel"/>
          <w:b/>
          <w:bCs/>
          <w:sz w:val="24"/>
          <w:szCs w:val="24"/>
        </w:rPr>
        <w:tab/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147DA">
        <w:rPr>
          <w:rFonts w:ascii="Corbel" w:hAnsi="Corbel"/>
          <w:bCs/>
          <w:i/>
          <w:sz w:val="24"/>
          <w:szCs w:val="24"/>
        </w:rPr>
        <w:t>1.5</w:t>
      </w:r>
      <w:r w:rsidR="00D8678B" w:rsidRPr="00F147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147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147D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147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147DA">
        <w:rPr>
          <w:rFonts w:ascii="Corbel" w:hAnsi="Corbel"/>
          <w:b/>
          <w:smallCaps/>
          <w:sz w:val="24"/>
          <w:szCs w:val="24"/>
        </w:rPr>
        <w:t xml:space="preserve"> </w:t>
      </w:r>
      <w:r w:rsidR="00AC59E7">
        <w:rPr>
          <w:rFonts w:ascii="Corbel" w:hAnsi="Corbel"/>
          <w:smallCaps/>
          <w:sz w:val="24"/>
          <w:szCs w:val="24"/>
        </w:rPr>
        <w:t>2020/2023</w:t>
      </w:r>
    </w:p>
    <w:p w:rsidR="001A3CCC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:rsidR="001A3CCC" w:rsidRDefault="00AC59E7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Rok akademicki 2020/2021</w:t>
      </w:r>
    </w:p>
    <w:p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147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147DA" w:rsidRDefault="00E12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147DA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47DA" w:rsidRDefault="00120DE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147DA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147DA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147DA">
              <w:rPr>
                <w:rFonts w:ascii="Corbel" w:hAnsi="Corbel"/>
                <w:sz w:val="24"/>
                <w:szCs w:val="24"/>
              </w:rPr>
              <w:t>/y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147DA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F147D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 xml:space="preserve"> I sem.1,2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147DA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F147DA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:rsidTr="00B819C8">
        <w:tc>
          <w:tcPr>
            <w:tcW w:w="2694" w:type="dxa"/>
            <w:vAlign w:val="center"/>
          </w:tcPr>
          <w:p w:rsidR="00923D7D" w:rsidRPr="00F147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147DA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F147DA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F147DA" w:rsidTr="00B819C8">
        <w:tc>
          <w:tcPr>
            <w:tcW w:w="2694" w:type="dxa"/>
            <w:vAlign w:val="center"/>
          </w:tcPr>
          <w:p w:rsidR="0085747A" w:rsidRPr="00F147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147DA" w:rsidRDefault="0017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Wszyscy pracownicy CSiR</w:t>
            </w:r>
          </w:p>
        </w:tc>
      </w:tr>
    </w:tbl>
    <w:p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147D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="00015B8F" w:rsidRPr="00F147D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47D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47DA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147DA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eastAsia="MS Gothic" w:hAnsi="Corbel"/>
          <w:szCs w:val="24"/>
        </w:rPr>
        <w:sym w:font="Wingdings" w:char="F0FE"/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C66AC" w:rsidRPr="00F147DA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b w:val="0"/>
          <w:szCs w:val="24"/>
        </w:rPr>
        <w:t>Ćwiczenia: zaliczenie z oceną</w:t>
      </w:r>
    </w:p>
    <w:p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47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:rsidTr="00745302">
        <w:tc>
          <w:tcPr>
            <w:tcW w:w="9670" w:type="dxa"/>
          </w:tcPr>
          <w:p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="0085747A" w:rsidRPr="00F147DA">
        <w:rPr>
          <w:rFonts w:ascii="Corbel" w:hAnsi="Corbel"/>
          <w:szCs w:val="24"/>
        </w:rPr>
        <w:t xml:space="preserve"> </w:t>
      </w:r>
      <w:r w:rsidR="00A84C85" w:rsidRPr="00F147DA">
        <w:rPr>
          <w:rFonts w:ascii="Corbel" w:hAnsi="Corbel"/>
          <w:szCs w:val="24"/>
        </w:rPr>
        <w:t>cele, efekty uczenia się</w:t>
      </w:r>
      <w:r w:rsidR="0085747A" w:rsidRPr="00F147D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F147DA" w:rsidTr="00923D7D">
        <w:tc>
          <w:tcPr>
            <w:tcW w:w="851" w:type="dxa"/>
            <w:vAlign w:val="center"/>
          </w:tcPr>
          <w:p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F147DA" w:rsidTr="00923D7D">
        <w:tc>
          <w:tcPr>
            <w:tcW w:w="851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F147DA" w:rsidTr="00F465FA">
        <w:tc>
          <w:tcPr>
            <w:tcW w:w="1405" w:type="dxa"/>
            <w:vAlign w:val="center"/>
          </w:tcPr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147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B82C2E" w:rsidRPr="00F147DA" w:rsidRDefault="00B82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:rsidR="0085747A" w:rsidRPr="00F147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147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48A" w:rsidRPr="00F147DA" w:rsidTr="00F465FA">
        <w:tc>
          <w:tcPr>
            <w:tcW w:w="1405" w:type="dxa"/>
          </w:tcPr>
          <w:p w:rsidR="0026048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:rsidR="0026048A" w:rsidRPr="00834E2F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Wymieni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ezpieczeństwa i higieny pracy w ramach organizowanych w różnych placówkach zajęć obejmujących różne formy aktywności ruchowej , także w</w:t>
            </w: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spółpracuje w zespole  stosując zasady „fair play”.</w:t>
            </w:r>
          </w:p>
        </w:tc>
        <w:tc>
          <w:tcPr>
            <w:tcW w:w="1728" w:type="dxa"/>
          </w:tcPr>
          <w:p w:rsidR="0026048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  <w:p w:rsidR="0026048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F147DA" w:rsidTr="00F465FA">
        <w:tc>
          <w:tcPr>
            <w:tcW w:w="1405" w:type="dxa"/>
          </w:tcPr>
          <w:p w:rsidR="00D22E0C" w:rsidRPr="00F147DA" w:rsidRDefault="00716D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:rsidR="00D22E0C" w:rsidRPr="004548B2" w:rsidRDefault="00D22E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zajęcia w grupie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organizacji pracy grupy, stosując zasady </w:t>
            </w:r>
            <w:r w:rsidR="00F5643C"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„fair play”.</w:t>
            </w:r>
          </w:p>
        </w:tc>
        <w:tc>
          <w:tcPr>
            <w:tcW w:w="1728" w:type="dxa"/>
          </w:tcPr>
          <w:p w:rsidR="00D22E0C" w:rsidRDefault="00F5643C" w:rsidP="002604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85747A" w:rsidRPr="00F147DA" w:rsidTr="00F465FA">
        <w:tc>
          <w:tcPr>
            <w:tcW w:w="1405" w:type="dxa"/>
          </w:tcPr>
          <w:p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:rsidR="0085747A" w:rsidRPr="00F147DA" w:rsidRDefault="0026048A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48B2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 krytycznej oceny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 xml:space="preserve">znaczenia </w:t>
            </w:r>
            <w:r w:rsidRPr="004548B2">
              <w:rPr>
                <w:rFonts w:ascii="Corbel" w:hAnsi="Corbel"/>
                <w:b w:val="0"/>
                <w:smallCaps w:val="0"/>
                <w:szCs w:val="24"/>
              </w:rPr>
              <w:t xml:space="preserve">posiadanej wiedzy </w:t>
            </w:r>
            <w:r w:rsidR="00F5643C">
              <w:rPr>
                <w:rFonts w:ascii="Corbel" w:hAnsi="Corbel"/>
                <w:b w:val="0"/>
                <w:smallCaps w:val="0"/>
                <w:szCs w:val="24"/>
              </w:rPr>
              <w:t>w kształtowaniu zachowań prozdrowotnych uczestników procesów edukacyjnych i rozwijania ich umiejętności w zakresie aktywizacji ruchowej  osób będących członkami różnych środowisk społecznych</w:t>
            </w:r>
          </w:p>
        </w:tc>
        <w:tc>
          <w:tcPr>
            <w:tcW w:w="1728" w:type="dxa"/>
          </w:tcPr>
          <w:p w:rsidR="0085747A" w:rsidRPr="00F147DA" w:rsidRDefault="002604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147DA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147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:rsidTr="00923D7D">
        <w:tc>
          <w:tcPr>
            <w:tcW w:w="9639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</w:t>
            </w: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uprawianiem różnych dyscyplin sportu. Zapoznanie z regulaminem CSiR. Organizacja, higiena i porządek pracy.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Gry i zabawy ruchowe, różne formy wyścigów z wykorzystaniem sprzętu sportowego.</w:t>
            </w:r>
          </w:p>
          <w:p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F147DA" w:rsidTr="00923D7D">
        <w:tc>
          <w:tcPr>
            <w:tcW w:w="9639" w:type="dxa"/>
          </w:tcPr>
          <w:p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Do wyboru: Łyżwiarstwo: Zasady bezpieczeństwa na lodowisku. Poślizg z odbicia, jazda przodem, zatrzymanie półpługiem i pługiem, jazda tyłem, zatrzymanie zwrotem na jednej i dwóch nogach, przekładanka przodem i tyłem – hamowanie.</w:t>
            </w:r>
          </w:p>
          <w:p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:rsidTr="00923D7D">
        <w:tc>
          <w:tcPr>
            <w:tcW w:w="9639" w:type="dxa"/>
          </w:tcPr>
          <w:p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0DEA" w:rsidRPr="00F147DA" w:rsidRDefault="00153C41" w:rsidP="00120D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zCs w:val="24"/>
        </w:rPr>
        <w:t xml:space="preserve"> </w:t>
      </w:r>
    </w:p>
    <w:p w:rsidR="00153C41" w:rsidRPr="00F147DA" w:rsidRDefault="00120DE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zajęcia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 xml:space="preserve"> w 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147DA">
        <w:rPr>
          <w:rFonts w:ascii="Corbel" w:hAnsi="Corbel"/>
          <w:b w:val="0"/>
          <w:i/>
          <w:smallCaps w:val="0"/>
          <w:szCs w:val="24"/>
        </w:rPr>
        <w:t>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F147DA">
        <w:rPr>
          <w:rFonts w:ascii="Corbel" w:hAnsi="Corbel"/>
          <w:b w:val="0"/>
          <w:i/>
          <w:smallCaps w:val="0"/>
          <w:szCs w:val="24"/>
        </w:rPr>
        <w:t>gry dydaktyczn</w:t>
      </w:r>
      <w:r>
        <w:rPr>
          <w:rFonts w:ascii="Corbel" w:hAnsi="Corbel"/>
          <w:b w:val="0"/>
          <w:i/>
          <w:smallCaps w:val="0"/>
          <w:szCs w:val="24"/>
        </w:rPr>
        <w:t>e, wykonywanie ćwiczeń</w:t>
      </w:r>
      <w:r w:rsidR="0085747A" w:rsidRPr="00F147D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:rsidTr="00F465FA">
        <w:tc>
          <w:tcPr>
            <w:tcW w:w="993" w:type="dxa"/>
            <w:vAlign w:val="center"/>
          </w:tcPr>
          <w:p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testy</w:t>
            </w:r>
            <w:r w:rsidRPr="00F147DA">
              <w:rPr>
                <w:rFonts w:ascii="Corbel" w:hAnsi="Corbel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F147DA" w:rsidTr="00F465FA">
        <w:tc>
          <w:tcPr>
            <w:tcW w:w="993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="0085747A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85747A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F147DA" w:rsidTr="00F465FA">
        <w:tc>
          <w:tcPr>
            <w:tcW w:w="993" w:type="dxa"/>
          </w:tcPr>
          <w:p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</w:t>
            </w:r>
            <w:r w:rsidR="00716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:rsidR="0076582C" w:rsidRPr="00F147DA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F147DA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147DA" w:rsidTr="00923D7D">
        <w:tc>
          <w:tcPr>
            <w:tcW w:w="9670" w:type="dxa"/>
          </w:tcPr>
          <w:p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F147DA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F147DA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F147DA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F147DA" w:rsidTr="00C05A24">
        <w:tc>
          <w:tcPr>
            <w:tcW w:w="6237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:rsidTr="00C05A24">
        <w:tc>
          <w:tcPr>
            <w:tcW w:w="6237" w:type="dxa"/>
          </w:tcPr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3402" w:type="dxa"/>
          </w:tcPr>
          <w:p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0</w:t>
            </w:r>
          </w:p>
        </w:tc>
      </w:tr>
      <w:tr w:rsidR="00C61DC5" w:rsidRPr="00F147DA" w:rsidTr="00C05A24">
        <w:tc>
          <w:tcPr>
            <w:tcW w:w="6237" w:type="dxa"/>
          </w:tcPr>
          <w:p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:rsidTr="00C05A24">
        <w:tc>
          <w:tcPr>
            <w:tcW w:w="6237" w:type="dxa"/>
          </w:tcPr>
          <w:p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F147DA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:rsidTr="00C05A24">
        <w:trPr>
          <w:trHeight w:val="397"/>
        </w:trPr>
        <w:tc>
          <w:tcPr>
            <w:tcW w:w="4395" w:type="dxa"/>
          </w:tcPr>
          <w:p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47DA" w:rsidTr="0033682F">
        <w:trPr>
          <w:trHeight w:val="397"/>
        </w:trPr>
        <w:tc>
          <w:tcPr>
            <w:tcW w:w="9639" w:type="dxa"/>
          </w:tcPr>
          <w:p w:rsidR="00676B7E" w:rsidRPr="00DF6DDF" w:rsidRDefault="0085747A" w:rsidP="00DF6DD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3D0C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Gołaszewski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Poznań, 2003.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Huciński T.,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2006.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Huciński T., Kelner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Wrocław, 2001.</w:t>
            </w:r>
          </w:p>
          <w:p w:rsidR="003A3D0C" w:rsidRPr="00DF6DDF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Stawiarski St.,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ręczna cz. I i II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2003.</w:t>
            </w:r>
          </w:p>
          <w:p w:rsidR="003A3D0C" w:rsidRPr="00DF6DDF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Uzarowicz J.,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, Kraków, 2001.</w:t>
            </w:r>
          </w:p>
          <w:p w:rsidR="00676B7E" w:rsidRPr="00DF6DDF" w:rsidRDefault="00676B7E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Bondarowicz M., </w:t>
            </w:r>
            <w:r w:rsidRPr="00DF6DDF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DF6DDF">
              <w:rPr>
                <w:rFonts w:ascii="Corbel" w:hAnsi="Corbel"/>
                <w:bCs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:rsidTr="0033682F">
        <w:trPr>
          <w:trHeight w:val="397"/>
        </w:trPr>
        <w:tc>
          <w:tcPr>
            <w:tcW w:w="9639" w:type="dxa"/>
          </w:tcPr>
          <w:p w:rsidR="0085747A" w:rsidRPr="00F147DA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76B7E" w:rsidRPr="00DF6DDF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Zaborniak S.,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Rzeszów, 2006. </w:t>
            </w:r>
          </w:p>
          <w:p w:rsidR="00676B7E" w:rsidRPr="00F147DA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Drabik J., </w:t>
            </w:r>
            <w:r w:rsidRPr="00DF6DDF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DF6DD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147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387" w:rsidRDefault="00F82387" w:rsidP="00C16ABF">
      <w:pPr>
        <w:spacing w:after="0" w:line="240" w:lineRule="auto"/>
      </w:pPr>
      <w:r>
        <w:separator/>
      </w:r>
    </w:p>
  </w:endnote>
  <w:endnote w:type="continuationSeparator" w:id="0">
    <w:p w:rsidR="00F82387" w:rsidRDefault="00F823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387" w:rsidRDefault="00F82387" w:rsidP="00C16ABF">
      <w:pPr>
        <w:spacing w:after="0" w:line="240" w:lineRule="auto"/>
      </w:pPr>
      <w:r>
        <w:separator/>
      </w:r>
    </w:p>
  </w:footnote>
  <w:footnote w:type="continuationSeparator" w:id="0">
    <w:p w:rsidR="00F82387" w:rsidRDefault="00F823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04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6D"/>
    <w:rsid w:val="00916188"/>
    <w:rsid w:val="00923D7D"/>
    <w:rsid w:val="009508DF"/>
    <w:rsid w:val="00950DAC"/>
    <w:rsid w:val="00954A07"/>
    <w:rsid w:val="009635BD"/>
    <w:rsid w:val="00997F14"/>
    <w:rsid w:val="009A73F6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DA7"/>
    <w:rsid w:val="00AC1F27"/>
    <w:rsid w:val="00AC59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6DDF"/>
    <w:rsid w:val="00DF71C8"/>
    <w:rsid w:val="00E1245D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2387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8E6C1-B6E1-4AF6-95C7-444CCBF2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1347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2019-12-06T07:55:00Z</cp:lastPrinted>
  <dcterms:created xsi:type="dcterms:W3CDTF">2019-11-20T17:04:00Z</dcterms:created>
  <dcterms:modified xsi:type="dcterms:W3CDTF">2021-10-01T10:02:00Z</dcterms:modified>
</cp:coreProperties>
</file>